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E37" w:rsidRDefault="00C13E37" w:rsidP="00303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2020-2021г.</w:t>
      </w:r>
    </w:p>
    <w:p w:rsidR="00C13E37" w:rsidRDefault="00C13E37" w:rsidP="00FB1C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История,5 класс</w:t>
      </w:r>
    </w:p>
    <w:p w:rsidR="00C13E37" w:rsidRDefault="00C13E37" w:rsidP="00FB1C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Критерий оценивания</w:t>
      </w: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Pr="00D20B02" w:rsidRDefault="00C13E37" w:rsidP="00FB1C1C">
      <w:pPr>
        <w:rPr>
          <w:b/>
          <w:sz w:val="28"/>
          <w:szCs w:val="28"/>
        </w:rPr>
      </w:pPr>
      <w:r w:rsidRPr="00D20B02">
        <w:rPr>
          <w:b/>
          <w:sz w:val="28"/>
          <w:szCs w:val="28"/>
        </w:rPr>
        <w:t xml:space="preserve">1. Выберите правильный ответ </w:t>
      </w:r>
      <w:r w:rsidRPr="00D20B02">
        <w:rPr>
          <w:i/>
          <w:sz w:val="28"/>
          <w:szCs w:val="28"/>
        </w:rPr>
        <w:t xml:space="preserve">(4 балла за каждый правильный ответ. Всего </w:t>
      </w:r>
      <w:r w:rsidRPr="006D49BB">
        <w:rPr>
          <w:b/>
          <w:i/>
          <w:sz w:val="28"/>
          <w:szCs w:val="28"/>
        </w:rPr>
        <w:t>8</w:t>
      </w:r>
      <w:r w:rsidRPr="00D20B02">
        <w:rPr>
          <w:i/>
          <w:sz w:val="28"/>
          <w:szCs w:val="28"/>
        </w:rPr>
        <w:t xml:space="preserve">  баллов).</w:t>
      </w:r>
      <w:r w:rsidRPr="00D20B02">
        <w:rPr>
          <w:b/>
          <w:sz w:val="28"/>
          <w:szCs w:val="28"/>
        </w:rPr>
        <w:t xml:space="preserve"> </w:t>
      </w:r>
    </w:p>
    <w:p w:rsidR="00C13E37" w:rsidRPr="00D20B02" w:rsidRDefault="00C13E37" w:rsidP="00FB1C1C">
      <w:pPr>
        <w:rPr>
          <w:b/>
          <w:sz w:val="28"/>
          <w:szCs w:val="28"/>
        </w:rPr>
      </w:pPr>
    </w:p>
    <w:p w:rsidR="00C13E37" w:rsidRPr="00D20B02" w:rsidRDefault="00C13E37" w:rsidP="00FB1C1C">
      <w:pPr>
        <w:rPr>
          <w:b/>
          <w:sz w:val="28"/>
          <w:szCs w:val="28"/>
        </w:rPr>
      </w:pPr>
      <w:r w:rsidRPr="00D20B02">
        <w:rPr>
          <w:b/>
          <w:sz w:val="28"/>
          <w:szCs w:val="28"/>
        </w:rPr>
        <w:t>2. По какому принципу образованы ряды (</w:t>
      </w:r>
      <w:r w:rsidRPr="00D20B02">
        <w:rPr>
          <w:i/>
          <w:sz w:val="28"/>
          <w:szCs w:val="28"/>
        </w:rPr>
        <w:t xml:space="preserve">4 балла за каждый правильный ответ. Всего </w:t>
      </w:r>
      <w:r w:rsidRPr="006D49BB">
        <w:rPr>
          <w:b/>
          <w:i/>
          <w:sz w:val="28"/>
          <w:szCs w:val="28"/>
        </w:rPr>
        <w:t>12</w:t>
      </w:r>
      <w:r w:rsidRPr="00D20B02">
        <w:rPr>
          <w:i/>
          <w:sz w:val="28"/>
          <w:szCs w:val="28"/>
        </w:rPr>
        <w:t xml:space="preserve"> баллов)</w:t>
      </w:r>
    </w:p>
    <w:p w:rsidR="00C13E37" w:rsidRPr="00D20B02" w:rsidRDefault="00C13E37" w:rsidP="00FB1C1C">
      <w:pPr>
        <w:rPr>
          <w:sz w:val="28"/>
          <w:szCs w:val="28"/>
        </w:rPr>
      </w:pPr>
    </w:p>
    <w:p w:rsidR="00C13E37" w:rsidRPr="00D20B02" w:rsidRDefault="00C13E37" w:rsidP="00FB1C1C">
      <w:pPr>
        <w:rPr>
          <w:sz w:val="28"/>
          <w:szCs w:val="28"/>
        </w:rPr>
      </w:pPr>
      <w:r w:rsidRPr="00D20B02">
        <w:rPr>
          <w:b/>
          <w:sz w:val="28"/>
          <w:szCs w:val="28"/>
        </w:rPr>
        <w:t>3.  Какой из отрывков (-ка) не является частью гимна современной России</w:t>
      </w:r>
      <w:r w:rsidRPr="00D20B02">
        <w:rPr>
          <w:sz w:val="28"/>
          <w:szCs w:val="28"/>
        </w:rPr>
        <w:t xml:space="preserve"> </w:t>
      </w:r>
      <w:r w:rsidRPr="00D20B02">
        <w:rPr>
          <w:i/>
          <w:sz w:val="28"/>
          <w:szCs w:val="28"/>
        </w:rPr>
        <w:t>(4 балла за правильный ответ)</w:t>
      </w:r>
    </w:p>
    <w:p w:rsidR="00C13E37" w:rsidRPr="00D20B02" w:rsidRDefault="00C13E37" w:rsidP="00FB1C1C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20B02">
        <w:rPr>
          <w:b/>
          <w:sz w:val="28"/>
          <w:szCs w:val="28"/>
        </w:rPr>
        <w:t xml:space="preserve"> Верны ли следующие суждения? («Да» - «Нет») </w:t>
      </w:r>
      <w:r w:rsidRPr="00D20B02">
        <w:rPr>
          <w:i/>
          <w:sz w:val="28"/>
          <w:szCs w:val="28"/>
        </w:rPr>
        <w:t xml:space="preserve">(по 3 балла за каждый правильный ответ. Всего </w:t>
      </w:r>
      <w:r w:rsidRPr="006D49BB">
        <w:rPr>
          <w:b/>
          <w:i/>
          <w:sz w:val="28"/>
          <w:szCs w:val="28"/>
        </w:rPr>
        <w:t>18</w:t>
      </w:r>
      <w:r w:rsidRPr="00D20B02">
        <w:rPr>
          <w:i/>
          <w:sz w:val="28"/>
          <w:szCs w:val="28"/>
        </w:rPr>
        <w:t xml:space="preserve">  баллов)</w:t>
      </w:r>
      <w:r w:rsidRPr="00D20B02">
        <w:rPr>
          <w:b/>
          <w:sz w:val="28"/>
          <w:szCs w:val="28"/>
        </w:rPr>
        <w:t>.</w:t>
      </w:r>
    </w:p>
    <w:p w:rsidR="00C13E37" w:rsidRPr="00D20B02" w:rsidRDefault="00C13E37" w:rsidP="00FB1C1C">
      <w:pPr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D20B02">
        <w:rPr>
          <w:b/>
          <w:sz w:val="28"/>
          <w:szCs w:val="28"/>
        </w:rPr>
        <w:t xml:space="preserve">Решите хронологическую задачу. </w:t>
      </w:r>
      <w:r w:rsidRPr="00D20B02">
        <w:rPr>
          <w:i/>
          <w:sz w:val="28"/>
          <w:szCs w:val="28"/>
        </w:rPr>
        <w:t xml:space="preserve">(4 баллов за каждый правильный ответ. Всего </w:t>
      </w:r>
      <w:r w:rsidRPr="006D49BB">
        <w:rPr>
          <w:b/>
          <w:i/>
          <w:sz w:val="28"/>
          <w:szCs w:val="28"/>
        </w:rPr>
        <w:t>12</w:t>
      </w:r>
      <w:r w:rsidRPr="00D20B02">
        <w:rPr>
          <w:i/>
          <w:sz w:val="28"/>
          <w:szCs w:val="28"/>
        </w:rPr>
        <w:t xml:space="preserve">  баллов)</w:t>
      </w:r>
    </w:p>
    <w:p w:rsidR="00C13E37" w:rsidRDefault="00C13E37" w:rsidP="00FB1C1C">
      <w:pPr>
        <w:rPr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Pr="00D20B02">
        <w:rPr>
          <w:sz w:val="28"/>
          <w:szCs w:val="28"/>
        </w:rPr>
        <w:t xml:space="preserve"> С</w:t>
      </w:r>
      <w:r w:rsidRPr="00D20B02">
        <w:rPr>
          <w:b/>
          <w:sz w:val="28"/>
          <w:szCs w:val="28"/>
        </w:rPr>
        <w:t>оотнесите  изображение герба и его принадлежность</w:t>
      </w:r>
      <w:r w:rsidRPr="00D20B02">
        <w:rPr>
          <w:i/>
          <w:sz w:val="28"/>
          <w:szCs w:val="28"/>
        </w:rPr>
        <w:t xml:space="preserve"> (4 балла за каждый правильный ответ. Всего </w:t>
      </w:r>
      <w:r w:rsidRPr="006D49BB">
        <w:rPr>
          <w:b/>
          <w:i/>
          <w:sz w:val="28"/>
          <w:szCs w:val="28"/>
        </w:rPr>
        <w:t>12</w:t>
      </w:r>
      <w:r w:rsidRPr="00D20B02">
        <w:rPr>
          <w:i/>
          <w:sz w:val="28"/>
          <w:szCs w:val="28"/>
        </w:rPr>
        <w:t xml:space="preserve"> баллов)</w:t>
      </w:r>
    </w:p>
    <w:p w:rsidR="00C13E37" w:rsidRPr="00D20B02" w:rsidRDefault="00C13E37" w:rsidP="00FB1C1C">
      <w:pPr>
        <w:rPr>
          <w:i/>
          <w:sz w:val="28"/>
          <w:szCs w:val="28"/>
        </w:rPr>
      </w:pPr>
      <w:r>
        <w:rPr>
          <w:i/>
          <w:sz w:val="28"/>
          <w:szCs w:val="28"/>
        </w:rPr>
        <w:t>7.</w:t>
      </w:r>
      <w:r w:rsidRPr="006D49BB">
        <w:rPr>
          <w:b/>
          <w:sz w:val="28"/>
          <w:szCs w:val="28"/>
        </w:rPr>
        <w:t xml:space="preserve"> </w:t>
      </w:r>
      <w:r w:rsidRPr="00D20B02">
        <w:rPr>
          <w:b/>
          <w:sz w:val="28"/>
          <w:szCs w:val="28"/>
        </w:rPr>
        <w:t>Выберите правильный ответ</w:t>
      </w:r>
      <w:r>
        <w:rPr>
          <w:b/>
          <w:sz w:val="28"/>
          <w:szCs w:val="28"/>
        </w:rPr>
        <w:t>: 2 ( 1 балл)</w:t>
      </w:r>
    </w:p>
    <w:p w:rsidR="00C13E37" w:rsidRPr="00D20B02" w:rsidRDefault="00C13E37" w:rsidP="00D20B02">
      <w:pPr>
        <w:rPr>
          <w:b/>
          <w:sz w:val="28"/>
          <w:szCs w:val="28"/>
        </w:rPr>
      </w:pPr>
      <w:r w:rsidRPr="00D20B02">
        <w:rPr>
          <w:sz w:val="28"/>
          <w:szCs w:val="28"/>
        </w:rPr>
        <w:t xml:space="preserve"> </w:t>
      </w:r>
      <w:r w:rsidRPr="00D20B02">
        <w:rPr>
          <w:b/>
          <w:sz w:val="28"/>
          <w:szCs w:val="28"/>
        </w:rPr>
        <w:t xml:space="preserve">8. Выберите правильный ответ </w:t>
      </w:r>
      <w:r w:rsidRPr="00D20B02">
        <w:rPr>
          <w:i/>
          <w:sz w:val="28"/>
          <w:szCs w:val="28"/>
        </w:rPr>
        <w:t xml:space="preserve">(4 балла за каждый правильный ответ. Всего </w:t>
      </w:r>
      <w:r w:rsidRPr="006D49BB">
        <w:rPr>
          <w:b/>
          <w:i/>
          <w:sz w:val="28"/>
          <w:szCs w:val="28"/>
        </w:rPr>
        <w:t>8</w:t>
      </w:r>
      <w:r w:rsidRPr="00D20B02">
        <w:rPr>
          <w:i/>
          <w:sz w:val="28"/>
          <w:szCs w:val="28"/>
        </w:rPr>
        <w:t xml:space="preserve">  баллов).</w:t>
      </w:r>
      <w:r w:rsidRPr="00D20B02">
        <w:rPr>
          <w:b/>
          <w:sz w:val="28"/>
          <w:szCs w:val="28"/>
        </w:rPr>
        <w:t xml:space="preserve"> </w:t>
      </w:r>
    </w:p>
    <w:p w:rsidR="00C13E37" w:rsidRPr="00FB1C1C" w:rsidRDefault="00C13E37" w:rsidP="00FB1C1C">
      <w:pPr>
        <w:rPr>
          <w:b/>
          <w:sz w:val="28"/>
          <w:szCs w:val="28"/>
        </w:rPr>
      </w:pPr>
    </w:p>
    <w:p w:rsidR="00C13E37" w:rsidRDefault="00C13E37" w:rsidP="00FB1C1C">
      <w:pPr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Максимальная оценка:75 баллов</w:t>
      </w: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FB1C1C">
      <w:pPr>
        <w:jc w:val="center"/>
        <w:rPr>
          <w:b/>
          <w:sz w:val="28"/>
          <w:szCs w:val="28"/>
        </w:rPr>
      </w:pPr>
    </w:p>
    <w:p w:rsidR="00C13E37" w:rsidRDefault="00C13E37" w:rsidP="00D20B02">
      <w:pPr>
        <w:rPr>
          <w:b/>
          <w:sz w:val="28"/>
          <w:szCs w:val="28"/>
        </w:rPr>
      </w:pPr>
    </w:p>
    <w:p w:rsidR="00C13E37" w:rsidRDefault="00C13E37" w:rsidP="00D20B02">
      <w:pPr>
        <w:rPr>
          <w:b/>
          <w:sz w:val="28"/>
          <w:szCs w:val="28"/>
        </w:rPr>
      </w:pPr>
      <w:bookmarkStart w:id="0" w:name="_GoBack"/>
      <w:bookmarkEnd w:id="0"/>
    </w:p>
    <w:sectPr w:rsidR="00C13E37" w:rsidSect="002F227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C1C"/>
    <w:rsid w:val="001372E9"/>
    <w:rsid w:val="001D1CE4"/>
    <w:rsid w:val="002A27EB"/>
    <w:rsid w:val="002F2279"/>
    <w:rsid w:val="003030D4"/>
    <w:rsid w:val="00693BB4"/>
    <w:rsid w:val="006D49BB"/>
    <w:rsid w:val="00812B8E"/>
    <w:rsid w:val="00AB76A0"/>
    <w:rsid w:val="00C13E37"/>
    <w:rsid w:val="00C2735B"/>
    <w:rsid w:val="00D20B02"/>
    <w:rsid w:val="00FB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C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126</Words>
  <Characters>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2019-2020г</dc:title>
  <dc:subject/>
  <dc:creator>анг.яз</dc:creator>
  <cp:keywords/>
  <dc:description/>
  <cp:lastModifiedBy>1</cp:lastModifiedBy>
  <cp:revision>3</cp:revision>
  <dcterms:created xsi:type="dcterms:W3CDTF">2019-09-10T11:26:00Z</dcterms:created>
  <dcterms:modified xsi:type="dcterms:W3CDTF">2020-09-14T10:28:00Z</dcterms:modified>
</cp:coreProperties>
</file>