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A5" w:rsidRPr="000E48CB" w:rsidRDefault="009744A5" w:rsidP="00044DC9">
      <w:pPr>
        <w:spacing w:before="120"/>
        <w:jc w:val="center"/>
        <w:rPr>
          <w:smallCaps/>
          <w:spacing w:val="12"/>
          <w:sz w:val="28"/>
        </w:rPr>
      </w:pPr>
      <w:r>
        <w:rPr>
          <w:smallCaps/>
          <w:spacing w:val="12"/>
          <w:sz w:val="28"/>
        </w:rPr>
        <w:t>Школьный</w:t>
      </w:r>
      <w:r w:rsidRPr="000E48CB">
        <w:rPr>
          <w:smallCaps/>
          <w:spacing w:val="12"/>
          <w:sz w:val="28"/>
        </w:rPr>
        <w:t xml:space="preserve"> этап</w:t>
      </w:r>
    </w:p>
    <w:p w:rsidR="009744A5" w:rsidRPr="000E48CB" w:rsidRDefault="009744A5" w:rsidP="00044DC9">
      <w:pPr>
        <w:jc w:val="center"/>
        <w:rPr>
          <w:smallCaps/>
          <w:spacing w:val="12"/>
          <w:sz w:val="28"/>
        </w:rPr>
      </w:pPr>
      <w:r w:rsidRPr="000E48CB">
        <w:rPr>
          <w:smallCaps/>
          <w:spacing w:val="12"/>
          <w:sz w:val="28"/>
        </w:rPr>
        <w:t>Всероссийской олимпиады школьников</w:t>
      </w:r>
    </w:p>
    <w:p w:rsidR="009744A5" w:rsidRPr="000E48CB" w:rsidRDefault="009744A5" w:rsidP="00044DC9">
      <w:pPr>
        <w:jc w:val="center"/>
        <w:rPr>
          <w:smallCaps/>
          <w:spacing w:val="12"/>
          <w:sz w:val="28"/>
        </w:rPr>
      </w:pPr>
      <w:r w:rsidRPr="000E48CB">
        <w:rPr>
          <w:smallCaps/>
          <w:spacing w:val="12"/>
          <w:sz w:val="28"/>
        </w:rPr>
        <w:t>по ОБЩЕСТВОЗНАНИЮ</w:t>
      </w:r>
    </w:p>
    <w:p w:rsidR="009744A5" w:rsidRPr="000E48CB" w:rsidRDefault="009744A5" w:rsidP="00B2123D">
      <w:pPr>
        <w:jc w:val="center"/>
        <w:rPr>
          <w:smallCaps/>
          <w:spacing w:val="12"/>
          <w:sz w:val="28"/>
        </w:rPr>
      </w:pPr>
      <w:r w:rsidRPr="000E48CB">
        <w:rPr>
          <w:smallCaps/>
          <w:spacing w:val="12"/>
          <w:sz w:val="28"/>
        </w:rPr>
        <w:t>20</w:t>
      </w:r>
      <w:r>
        <w:rPr>
          <w:smallCaps/>
          <w:spacing w:val="12"/>
          <w:sz w:val="28"/>
        </w:rPr>
        <w:t>20</w:t>
      </w:r>
      <w:r w:rsidRPr="000E48CB">
        <w:rPr>
          <w:smallCaps/>
          <w:spacing w:val="12"/>
          <w:sz w:val="28"/>
        </w:rPr>
        <w:t>/20</w:t>
      </w:r>
      <w:r>
        <w:rPr>
          <w:smallCaps/>
          <w:spacing w:val="12"/>
          <w:sz w:val="28"/>
        </w:rPr>
        <w:t>21</w:t>
      </w:r>
      <w:r w:rsidRPr="000E48CB">
        <w:rPr>
          <w:smallCaps/>
          <w:spacing w:val="12"/>
          <w:sz w:val="28"/>
        </w:rPr>
        <w:t xml:space="preserve"> учебного года</w:t>
      </w:r>
    </w:p>
    <w:p w:rsidR="009744A5" w:rsidRPr="000E48CB" w:rsidRDefault="009744A5" w:rsidP="00044DC9">
      <w:pPr>
        <w:spacing w:before="120" w:after="360"/>
        <w:jc w:val="center"/>
        <w:rPr>
          <w:sz w:val="28"/>
        </w:rPr>
      </w:pPr>
    </w:p>
    <w:p w:rsidR="009744A5" w:rsidRPr="000E48CB" w:rsidRDefault="009744A5" w:rsidP="00044DC9">
      <w:pPr>
        <w:spacing w:before="120" w:after="360"/>
        <w:jc w:val="center"/>
        <w:rPr>
          <w:sz w:val="28"/>
        </w:rPr>
      </w:pPr>
      <w:r>
        <w:rPr>
          <w:sz w:val="28"/>
        </w:rPr>
        <w:t>Критерий оценивания</w:t>
      </w:r>
    </w:p>
    <w:tbl>
      <w:tblPr>
        <w:tblpPr w:leftFromText="180" w:rightFromText="180" w:vertAnchor="text" w:horzAnchor="margin" w:tblpX="608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2977"/>
        <w:gridCol w:w="3510"/>
      </w:tblGrid>
      <w:tr w:rsidR="009744A5" w:rsidRPr="000E48CB" w:rsidTr="00BC2550">
        <w:tc>
          <w:tcPr>
            <w:tcW w:w="2977" w:type="dxa"/>
          </w:tcPr>
          <w:p w:rsidR="009744A5" w:rsidRPr="000E48CB" w:rsidRDefault="009744A5" w:rsidP="00BC2550">
            <w:pPr>
              <w:jc w:val="center"/>
            </w:pPr>
            <w:r w:rsidRPr="000E48CB">
              <w:t>Номер задания</w:t>
            </w:r>
          </w:p>
        </w:tc>
        <w:tc>
          <w:tcPr>
            <w:tcW w:w="3510" w:type="dxa"/>
          </w:tcPr>
          <w:p w:rsidR="009744A5" w:rsidRPr="000E48CB" w:rsidRDefault="009744A5" w:rsidP="00BC2550">
            <w:pPr>
              <w:jc w:val="center"/>
            </w:pPr>
            <w:r w:rsidRPr="000E48CB">
              <w:t>Максимальное количество баллов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2A0A90" w:rsidRDefault="009744A5" w:rsidP="005957CE">
            <w:pPr>
              <w:pStyle w:val="Default"/>
              <w:numPr>
                <w:ilvl w:val="0"/>
                <w:numId w:val="1"/>
              </w:numPr>
            </w:pPr>
            <w:r w:rsidRPr="009F3836">
              <w:rPr>
                <w:b/>
              </w:rPr>
              <w:t xml:space="preserve"> Ответ:</w:t>
            </w:r>
            <w:r w:rsidRPr="009F3836">
              <w:rPr>
                <w:b/>
                <w:bCs/>
              </w:rPr>
              <w:t xml:space="preserve"> по 1 баллу за правильный ответ. </w:t>
            </w:r>
          </w:p>
          <w:p w:rsidR="009744A5" w:rsidRPr="000E48CB" w:rsidRDefault="009744A5" w:rsidP="00BC2550">
            <w:pPr>
              <w:jc w:val="center"/>
            </w:pPr>
          </w:p>
        </w:tc>
        <w:tc>
          <w:tcPr>
            <w:tcW w:w="3510" w:type="dxa"/>
          </w:tcPr>
          <w:p w:rsidR="009744A5" w:rsidRPr="000E48CB" w:rsidRDefault="009744A5" w:rsidP="00BC2550">
            <w:pPr>
              <w:jc w:val="center"/>
            </w:pPr>
            <w:r>
              <w:t>18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0E48CB" w:rsidRDefault="009744A5" w:rsidP="00BC2550">
            <w:pPr>
              <w:jc w:val="center"/>
            </w:pPr>
            <w:r w:rsidRPr="000E48CB">
              <w:t>2</w:t>
            </w:r>
            <w:r w:rsidRPr="00921C5F">
              <w:rPr>
                <w:b/>
                <w:sz w:val="26"/>
                <w:szCs w:val="26"/>
              </w:rPr>
              <w:t xml:space="preserve"> По 1 баллу за правильный ответ,.</w:t>
            </w:r>
          </w:p>
        </w:tc>
        <w:tc>
          <w:tcPr>
            <w:tcW w:w="3510" w:type="dxa"/>
          </w:tcPr>
          <w:p w:rsidR="009744A5" w:rsidRPr="000E48CB" w:rsidRDefault="009744A5" w:rsidP="00BC2550">
            <w:pPr>
              <w:jc w:val="center"/>
            </w:pPr>
            <w:r w:rsidRPr="000E48CB">
              <w:t>10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921C5F" w:rsidRDefault="009744A5" w:rsidP="005957CE">
            <w:pPr>
              <w:pStyle w:val="ListParagraph"/>
              <w:ind w:left="360"/>
              <w:jc w:val="both"/>
              <w:rPr>
                <w:b/>
                <w:sz w:val="26"/>
                <w:szCs w:val="26"/>
              </w:rPr>
            </w:pPr>
            <w:r w:rsidRPr="000E48CB">
              <w:t>3</w:t>
            </w:r>
            <w:r w:rsidRPr="00921C5F">
              <w:rPr>
                <w:b/>
                <w:sz w:val="26"/>
                <w:szCs w:val="26"/>
              </w:rPr>
              <w:t xml:space="preserve"> По 1 баллу за правильный ответ, </w:t>
            </w:r>
          </w:p>
          <w:p w:rsidR="009744A5" w:rsidRPr="000E48CB" w:rsidRDefault="009744A5" w:rsidP="00BC2550">
            <w:pPr>
              <w:jc w:val="center"/>
            </w:pPr>
          </w:p>
        </w:tc>
        <w:tc>
          <w:tcPr>
            <w:tcW w:w="3510" w:type="dxa"/>
          </w:tcPr>
          <w:p w:rsidR="009744A5" w:rsidRPr="000E48CB" w:rsidRDefault="009744A5" w:rsidP="00BC2550">
            <w:pPr>
              <w:jc w:val="center"/>
            </w:pPr>
            <w:r>
              <w:t>4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5957CE" w:rsidRDefault="009744A5" w:rsidP="005957CE">
            <w:pPr>
              <w:pStyle w:val="Default"/>
              <w:ind w:left="720"/>
              <w:rPr>
                <w:b/>
                <w:bCs/>
                <w:sz w:val="22"/>
                <w:szCs w:val="22"/>
              </w:rPr>
            </w:pPr>
            <w:r w:rsidRPr="005957CE">
              <w:rPr>
                <w:b/>
                <w:bCs/>
                <w:sz w:val="22"/>
                <w:szCs w:val="22"/>
              </w:rPr>
              <w:t>4.1.1.– 1 балл,</w:t>
            </w:r>
          </w:p>
          <w:p w:rsidR="009744A5" w:rsidRPr="005957CE" w:rsidRDefault="009744A5" w:rsidP="005957CE">
            <w:pPr>
              <w:pStyle w:val="Default"/>
              <w:ind w:left="720"/>
              <w:rPr>
                <w:b/>
                <w:bCs/>
                <w:sz w:val="22"/>
                <w:szCs w:val="22"/>
              </w:rPr>
            </w:pPr>
            <w:r w:rsidRPr="005957CE">
              <w:rPr>
                <w:b/>
                <w:bCs/>
                <w:sz w:val="22"/>
                <w:szCs w:val="22"/>
              </w:rPr>
              <w:t>4.1.2.– 1 балл</w:t>
            </w:r>
          </w:p>
          <w:p w:rsidR="009744A5" w:rsidRPr="005957CE" w:rsidRDefault="009744A5" w:rsidP="005957CE">
            <w:pPr>
              <w:pStyle w:val="Default"/>
              <w:ind w:left="720"/>
              <w:rPr>
                <w:b/>
                <w:sz w:val="22"/>
                <w:szCs w:val="22"/>
              </w:rPr>
            </w:pPr>
            <w:r w:rsidRPr="005957CE">
              <w:rPr>
                <w:b/>
                <w:sz w:val="22"/>
                <w:szCs w:val="22"/>
              </w:rPr>
              <w:t>4.2.1..- 2 балла</w:t>
            </w:r>
          </w:p>
          <w:p w:rsidR="009744A5" w:rsidRPr="005957CE" w:rsidRDefault="009744A5" w:rsidP="005957CE">
            <w:pPr>
              <w:pStyle w:val="Default"/>
              <w:ind w:left="720"/>
              <w:rPr>
                <w:b/>
                <w:sz w:val="22"/>
                <w:szCs w:val="22"/>
              </w:rPr>
            </w:pPr>
            <w:r w:rsidRPr="005957CE">
              <w:rPr>
                <w:b/>
                <w:sz w:val="22"/>
                <w:szCs w:val="22"/>
              </w:rPr>
              <w:t>4.2.2.– 2 балла</w:t>
            </w:r>
          </w:p>
          <w:p w:rsidR="009744A5" w:rsidRPr="005957CE" w:rsidRDefault="009744A5" w:rsidP="005957CE">
            <w:pPr>
              <w:pStyle w:val="Default"/>
              <w:ind w:left="720"/>
              <w:rPr>
                <w:b/>
                <w:sz w:val="22"/>
                <w:szCs w:val="22"/>
              </w:rPr>
            </w:pPr>
            <w:r w:rsidRPr="005957CE">
              <w:rPr>
                <w:b/>
                <w:sz w:val="22"/>
                <w:szCs w:val="22"/>
              </w:rPr>
              <w:t>4.2.3.– 2 балла</w:t>
            </w:r>
          </w:p>
          <w:p w:rsidR="009744A5" w:rsidRPr="000E48CB" w:rsidRDefault="009744A5" w:rsidP="00BC2550">
            <w:pPr>
              <w:jc w:val="center"/>
            </w:pPr>
          </w:p>
        </w:tc>
        <w:tc>
          <w:tcPr>
            <w:tcW w:w="3510" w:type="dxa"/>
          </w:tcPr>
          <w:p w:rsidR="009744A5" w:rsidRPr="000E48CB" w:rsidRDefault="009744A5" w:rsidP="00BC2550">
            <w:pPr>
              <w:jc w:val="center"/>
            </w:pPr>
            <w:r>
              <w:t>8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0E48CB" w:rsidRDefault="009744A5" w:rsidP="00BC2550">
            <w:pPr>
              <w:jc w:val="center"/>
            </w:pPr>
            <w:r w:rsidRPr="000E48CB">
              <w:t>5</w:t>
            </w:r>
            <w:r>
              <w:t>(5.1-1 б,5.2-1б.)</w:t>
            </w:r>
          </w:p>
        </w:tc>
        <w:tc>
          <w:tcPr>
            <w:tcW w:w="3510" w:type="dxa"/>
          </w:tcPr>
          <w:p w:rsidR="009744A5" w:rsidRPr="000E48CB" w:rsidRDefault="009744A5" w:rsidP="00BC2550">
            <w:pPr>
              <w:jc w:val="center"/>
            </w:pPr>
            <w:r>
              <w:t>2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0E48CB" w:rsidRDefault="009744A5" w:rsidP="00BC2550">
            <w:pPr>
              <w:jc w:val="center"/>
            </w:pPr>
            <w:r w:rsidRPr="000E48CB">
              <w:t>6</w:t>
            </w:r>
            <w:r>
              <w:t xml:space="preserve"> (  6.1,6.2,6.3- по 1 б)</w:t>
            </w:r>
          </w:p>
        </w:tc>
        <w:tc>
          <w:tcPr>
            <w:tcW w:w="3510" w:type="dxa"/>
          </w:tcPr>
          <w:p w:rsidR="009744A5" w:rsidRPr="000E48CB" w:rsidRDefault="009744A5" w:rsidP="00BC2550">
            <w:pPr>
              <w:jc w:val="center"/>
            </w:pPr>
            <w:r>
              <w:t>3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0E48CB" w:rsidRDefault="009744A5" w:rsidP="00BC2550">
            <w:pPr>
              <w:jc w:val="center"/>
            </w:pPr>
            <w:r w:rsidRPr="000E48CB">
              <w:t>7</w:t>
            </w:r>
            <w:r>
              <w:t xml:space="preserve"> (за каждый ответ-1 б)</w:t>
            </w:r>
          </w:p>
        </w:tc>
        <w:tc>
          <w:tcPr>
            <w:tcW w:w="3510" w:type="dxa"/>
          </w:tcPr>
          <w:p w:rsidR="009744A5" w:rsidRPr="000E48CB" w:rsidRDefault="009744A5" w:rsidP="00BC2550">
            <w:pPr>
              <w:jc w:val="center"/>
            </w:pPr>
            <w:r>
              <w:t>4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FB633B" w:rsidRDefault="009744A5" w:rsidP="009B4B6D">
            <w:pPr>
              <w:pStyle w:val="Default"/>
              <w:ind w:firstLine="720"/>
              <w:jc w:val="both"/>
              <w:rPr>
                <w:b/>
              </w:rPr>
            </w:pPr>
            <w:r w:rsidRPr="000E48CB">
              <w:t>8</w:t>
            </w:r>
            <w:r w:rsidRPr="00C362E9">
              <w:t xml:space="preserve"> За каждое правильное указание предложения – </w:t>
            </w:r>
            <w:r>
              <w:rPr>
                <w:b/>
              </w:rPr>
              <w:t>1</w:t>
            </w:r>
            <w:r w:rsidRPr="00FB633B">
              <w:rPr>
                <w:b/>
              </w:rPr>
              <w:t xml:space="preserve"> балл</w:t>
            </w:r>
            <w:r w:rsidRPr="00C362E9">
              <w:t>, за каждый прав</w:t>
            </w:r>
            <w:r>
              <w:t>и</w:t>
            </w:r>
            <w:r w:rsidRPr="00C362E9">
              <w:t xml:space="preserve">льный исправленный вариант утверждения – </w:t>
            </w:r>
            <w:r>
              <w:rPr>
                <w:b/>
              </w:rPr>
              <w:t>1</w:t>
            </w:r>
            <w:r w:rsidRPr="00FB633B">
              <w:rPr>
                <w:b/>
              </w:rPr>
              <w:t xml:space="preserve"> балл. </w:t>
            </w:r>
          </w:p>
          <w:p w:rsidR="009744A5" w:rsidRPr="000E48CB" w:rsidRDefault="009744A5" w:rsidP="00BC2550">
            <w:pPr>
              <w:jc w:val="center"/>
            </w:pPr>
          </w:p>
        </w:tc>
        <w:tc>
          <w:tcPr>
            <w:tcW w:w="3510" w:type="dxa"/>
          </w:tcPr>
          <w:p w:rsidR="009744A5" w:rsidRPr="000E48CB" w:rsidRDefault="009744A5" w:rsidP="00BC2550">
            <w:pPr>
              <w:jc w:val="center"/>
            </w:pPr>
            <w:r>
              <w:t>6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0E48CB" w:rsidRDefault="009744A5" w:rsidP="00BC2550">
            <w:pPr>
              <w:jc w:val="center"/>
            </w:pPr>
            <w:r w:rsidRPr="000E48CB">
              <w:t>9</w:t>
            </w:r>
          </w:p>
        </w:tc>
        <w:tc>
          <w:tcPr>
            <w:tcW w:w="3510" w:type="dxa"/>
          </w:tcPr>
          <w:p w:rsidR="009744A5" w:rsidRPr="000E48CB" w:rsidRDefault="009744A5" w:rsidP="00C27683">
            <w:pPr>
              <w:jc w:val="center"/>
            </w:pPr>
            <w:r>
              <w:t>23</w:t>
            </w:r>
          </w:p>
        </w:tc>
      </w:tr>
      <w:tr w:rsidR="009744A5" w:rsidRPr="000E48CB" w:rsidTr="00BC2550">
        <w:tc>
          <w:tcPr>
            <w:tcW w:w="2977" w:type="dxa"/>
          </w:tcPr>
          <w:p w:rsidR="009744A5" w:rsidRPr="000E48CB" w:rsidRDefault="009744A5" w:rsidP="00BC2550">
            <w:pPr>
              <w:jc w:val="both"/>
            </w:pPr>
            <w:r w:rsidRPr="000E48CB">
              <w:t>Общий балл</w:t>
            </w:r>
          </w:p>
        </w:tc>
        <w:tc>
          <w:tcPr>
            <w:tcW w:w="3510" w:type="dxa"/>
          </w:tcPr>
          <w:p w:rsidR="009744A5" w:rsidRPr="000E48CB" w:rsidRDefault="009744A5" w:rsidP="00F40F1A">
            <w:pPr>
              <w:jc w:val="center"/>
            </w:pPr>
            <w:r>
              <w:t>78</w:t>
            </w:r>
          </w:p>
        </w:tc>
      </w:tr>
    </w:tbl>
    <w:p w:rsidR="009744A5" w:rsidRPr="000E48CB" w:rsidRDefault="009744A5" w:rsidP="00044DC9">
      <w:pPr>
        <w:jc w:val="center"/>
      </w:pPr>
    </w:p>
    <w:p w:rsidR="009744A5" w:rsidRPr="000E48CB" w:rsidRDefault="009744A5" w:rsidP="00044DC9">
      <w:pPr>
        <w:jc w:val="center"/>
      </w:pPr>
    </w:p>
    <w:p w:rsidR="009744A5" w:rsidRPr="000E48CB" w:rsidRDefault="009744A5" w:rsidP="00044DC9">
      <w:pPr>
        <w:jc w:val="center"/>
      </w:pPr>
    </w:p>
    <w:p w:rsidR="009744A5" w:rsidRPr="000E48CB" w:rsidRDefault="009744A5" w:rsidP="00044DC9"/>
    <w:p w:rsidR="009744A5" w:rsidRPr="000E48CB" w:rsidRDefault="009744A5" w:rsidP="00044DC9"/>
    <w:p w:rsidR="009744A5" w:rsidRPr="000E48CB" w:rsidRDefault="009744A5" w:rsidP="00044DC9">
      <w:pPr>
        <w:jc w:val="both"/>
      </w:pPr>
      <w:r w:rsidRPr="000E48CB">
        <w:t xml:space="preserve">                                                                          </w:t>
      </w:r>
    </w:p>
    <w:p w:rsidR="009744A5" w:rsidRPr="000E48CB" w:rsidRDefault="009744A5" w:rsidP="00044DC9">
      <w:pPr>
        <w:jc w:val="both"/>
      </w:pPr>
    </w:p>
    <w:p w:rsidR="009744A5" w:rsidRPr="000E48CB" w:rsidRDefault="009744A5" w:rsidP="00044DC9"/>
    <w:p w:rsidR="009744A5" w:rsidRPr="000E48CB" w:rsidRDefault="009744A5" w:rsidP="00044DC9"/>
    <w:p w:rsidR="009744A5" w:rsidRPr="000E48CB" w:rsidRDefault="009744A5" w:rsidP="00044DC9"/>
    <w:p w:rsidR="009744A5" w:rsidRPr="000E48CB" w:rsidRDefault="009744A5" w:rsidP="00044DC9"/>
    <w:p w:rsidR="009744A5" w:rsidRPr="000E48CB" w:rsidRDefault="009744A5" w:rsidP="00044DC9"/>
    <w:p w:rsidR="009744A5" w:rsidRPr="000E48CB" w:rsidRDefault="009744A5" w:rsidP="00044DC9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9744A5" w:rsidRPr="000E48CB" w:rsidRDefault="009744A5" w:rsidP="00044DC9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9744A5" w:rsidRPr="000E48CB" w:rsidRDefault="009744A5" w:rsidP="00044DC9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9744A5" w:rsidRPr="000E48CB" w:rsidRDefault="009744A5" w:rsidP="00044DC9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9744A5" w:rsidRPr="000E48CB" w:rsidRDefault="009744A5" w:rsidP="00044DC9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9744A5" w:rsidRPr="000E48CB" w:rsidRDefault="009744A5" w:rsidP="00044DC9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9744A5" w:rsidRPr="000E48CB" w:rsidRDefault="009744A5" w:rsidP="00044DC9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9744A5" w:rsidRPr="000E48CB" w:rsidRDefault="009744A5" w:rsidP="00044DC9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9744A5" w:rsidRDefault="009744A5"/>
    <w:sectPr w:rsidR="009744A5" w:rsidSect="0062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761E3"/>
    <w:multiLevelType w:val="hybridMultilevel"/>
    <w:tmpl w:val="95E01F30"/>
    <w:lvl w:ilvl="0" w:tplc="FAFEA49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DC9"/>
    <w:rsid w:val="00044DC9"/>
    <w:rsid w:val="000E48CB"/>
    <w:rsid w:val="0029234E"/>
    <w:rsid w:val="002A0A90"/>
    <w:rsid w:val="004E3B55"/>
    <w:rsid w:val="00523563"/>
    <w:rsid w:val="005957CE"/>
    <w:rsid w:val="006265E4"/>
    <w:rsid w:val="006557F2"/>
    <w:rsid w:val="00720112"/>
    <w:rsid w:val="007B2C78"/>
    <w:rsid w:val="00921C5F"/>
    <w:rsid w:val="009744A5"/>
    <w:rsid w:val="00987465"/>
    <w:rsid w:val="009B4B6D"/>
    <w:rsid w:val="009D6291"/>
    <w:rsid w:val="009F3836"/>
    <w:rsid w:val="00A97163"/>
    <w:rsid w:val="00AB19F6"/>
    <w:rsid w:val="00B2123D"/>
    <w:rsid w:val="00BC2550"/>
    <w:rsid w:val="00C27683"/>
    <w:rsid w:val="00C362E9"/>
    <w:rsid w:val="00C96B8A"/>
    <w:rsid w:val="00F40F1A"/>
    <w:rsid w:val="00FB633B"/>
    <w:rsid w:val="00FC7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DC9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957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5957CE"/>
    <w:pPr>
      <w:spacing w:after="200"/>
      <w:ind w:left="720"/>
      <w:contextualSpacing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101</Words>
  <Characters>582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ШКОЛЬНЫЙ ЭТАП</dc:title>
  <dc:subject/>
  <dc:creator>User</dc:creator>
  <cp:keywords/>
  <dc:description/>
  <cp:lastModifiedBy>1</cp:lastModifiedBy>
  <cp:revision>3</cp:revision>
  <dcterms:created xsi:type="dcterms:W3CDTF">2019-09-10T09:53:00Z</dcterms:created>
  <dcterms:modified xsi:type="dcterms:W3CDTF">2020-09-14T10:39:00Z</dcterms:modified>
</cp:coreProperties>
</file>